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422CC" w:rsidRDefault="007C0C28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</w:t>
      </w:r>
      <w:r w:rsidR="0071620A" w:rsidRPr="009C54AE">
        <w:rPr>
          <w:rFonts w:ascii="Corbel" w:hAnsi="Corbel"/>
          <w:b/>
          <w:smallCaps/>
          <w:sz w:val="24"/>
          <w:szCs w:val="24"/>
        </w:rPr>
        <w:t xml:space="preserve">otyczy cyklu </w:t>
      </w:r>
      <w:r w:rsidR="0071620A" w:rsidRPr="006422CC">
        <w:rPr>
          <w:rFonts w:ascii="Corbel" w:hAnsi="Corbel"/>
          <w:b/>
          <w:smallCaps/>
          <w:sz w:val="24"/>
          <w:szCs w:val="24"/>
        </w:rPr>
        <w:t>kształcenia</w:t>
      </w:r>
      <w:r w:rsidR="006422CC" w:rsidRPr="006422CC">
        <w:rPr>
          <w:rFonts w:ascii="Corbel" w:hAnsi="Corbel"/>
          <w:b/>
          <w:smallCaps/>
          <w:sz w:val="24"/>
          <w:szCs w:val="24"/>
        </w:rPr>
        <w:t xml:space="preserve"> </w:t>
      </w:r>
      <w:r w:rsidR="00AB0EFB">
        <w:rPr>
          <w:rFonts w:ascii="Corbel" w:hAnsi="Corbel"/>
          <w:b/>
          <w:i/>
          <w:smallCaps/>
          <w:sz w:val="24"/>
          <w:szCs w:val="24"/>
        </w:rPr>
        <w:t>202</w:t>
      </w:r>
      <w:r>
        <w:rPr>
          <w:rFonts w:ascii="Corbel" w:hAnsi="Corbel"/>
          <w:b/>
          <w:i/>
          <w:smallCaps/>
          <w:sz w:val="24"/>
          <w:szCs w:val="24"/>
        </w:rPr>
        <w:t>1</w:t>
      </w:r>
      <w:r w:rsidR="00AB0EFB">
        <w:rPr>
          <w:rFonts w:ascii="Corbel" w:hAnsi="Corbel"/>
          <w:b/>
          <w:i/>
          <w:smallCaps/>
          <w:sz w:val="24"/>
          <w:szCs w:val="24"/>
        </w:rPr>
        <w:t>-202</w:t>
      </w:r>
      <w:r>
        <w:rPr>
          <w:rFonts w:ascii="Corbel" w:hAnsi="Corbel"/>
          <w:b/>
          <w:i/>
          <w:smallCaps/>
          <w:sz w:val="24"/>
          <w:szCs w:val="24"/>
        </w:rPr>
        <w:t>6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15644">
        <w:rPr>
          <w:rFonts w:ascii="Corbel" w:hAnsi="Corbel"/>
          <w:sz w:val="20"/>
          <w:szCs w:val="20"/>
        </w:rPr>
        <w:t xml:space="preserve">          </w:t>
      </w:r>
      <w:r>
        <w:rPr>
          <w:rFonts w:ascii="Corbel" w:hAnsi="Corbel"/>
          <w:sz w:val="20"/>
          <w:szCs w:val="20"/>
        </w:rPr>
        <w:t xml:space="preserve">Rok akademicki   </w:t>
      </w:r>
      <w:r w:rsidR="00AB0EFB">
        <w:rPr>
          <w:rFonts w:ascii="Corbel" w:hAnsi="Corbel"/>
          <w:sz w:val="20"/>
          <w:szCs w:val="20"/>
        </w:rPr>
        <w:t>202</w:t>
      </w:r>
      <w:r w:rsidR="007C0C28">
        <w:rPr>
          <w:rFonts w:ascii="Corbel" w:hAnsi="Corbel"/>
          <w:sz w:val="20"/>
          <w:szCs w:val="20"/>
        </w:rPr>
        <w:t>1</w:t>
      </w:r>
      <w:r w:rsidR="001E64AA">
        <w:rPr>
          <w:rFonts w:ascii="Corbel" w:hAnsi="Corbel"/>
          <w:sz w:val="20"/>
          <w:szCs w:val="20"/>
        </w:rPr>
        <w:t>/20</w:t>
      </w:r>
      <w:r w:rsidR="00AB0EFB">
        <w:rPr>
          <w:rFonts w:ascii="Corbel" w:hAnsi="Corbel"/>
          <w:sz w:val="20"/>
          <w:szCs w:val="20"/>
        </w:rPr>
        <w:t>2</w:t>
      </w:r>
      <w:r w:rsidR="007C0C28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04E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64852" w:rsidRPr="009C54AE" w:rsidRDefault="009B5D6F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64852" w:rsidRPr="009C54AE" w:rsidRDefault="009B5D6F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D4088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4852" w:rsidRPr="009C54AE" w:rsidRDefault="008D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A04EA4">
              <w:rPr>
                <w:rFonts w:ascii="Corbel" w:hAnsi="Corbel"/>
                <w:b w:val="0"/>
                <w:sz w:val="24"/>
                <w:szCs w:val="24"/>
              </w:rPr>
              <w:t xml:space="preserve"> studia magisterskie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4852" w:rsidRPr="009C54AE" w:rsidRDefault="004E68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64852" w:rsidRPr="009C54AE" w:rsidRDefault="008D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64852"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 w:rsidR="00C6485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C64852"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4852" w:rsidRPr="009C54AE" w:rsidRDefault="001E64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417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6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6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2627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spellEnd"/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 xml:space="preserve">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6422CC" w:rsidRDefault="00E22FBC" w:rsidP="006422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0" w:name="_GoBack"/>
      <w:r w:rsidRPr="0078775F">
        <w:rPr>
          <w:rFonts w:ascii="Corbel" w:hAnsi="Corbel"/>
          <w:smallCaps w:val="0"/>
          <w:szCs w:val="24"/>
          <w:u w:val="single"/>
        </w:rPr>
        <w:t>zaliczenie z oceną</w:t>
      </w:r>
      <w:bookmarkEnd w:id="0"/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44AAC" w:rsidRDefault="00F44AAC" w:rsidP="001E64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 w:rsidRPr="00F44AAC">
              <w:rPr>
                <w:rFonts w:ascii="Corbel" w:hAnsi="Corbel"/>
                <w:sz w:val="24"/>
                <w:szCs w:val="24"/>
              </w:rPr>
              <w:t xml:space="preserve">Wyposażenie studentów w  wiedzę o muzyce, konieczną do realizacji zadań nauczyciela wczesnej edukacji.                            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44A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44A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 podstawowych umiejętności   sprzyjających  twórczemu organizowaniu zajęć muzycznych.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A24C56" w:rsidP="00A24C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 w obszarze  polskiej  kultury muzycznej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 xml:space="preserve"> z podkreśleniem  jej tożsam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ściowo</w:t>
            </w:r>
            <w:r w:rsidR="001E64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69A5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Student zna i rozumie: </w:t>
            </w:r>
          </w:p>
          <w:p w:rsidR="00A369A5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terminologię z zakresu muzyki i jej zastosowanie w eduk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cji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;</w:t>
            </w:r>
          </w:p>
          <w:p w:rsidR="00BD4876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źródła kultury muzycznej, ich kulturowe i społeczne uw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runkowania oraz znaczenie dla rozwoju dziecka lub ucznia.</w:t>
            </w:r>
          </w:p>
          <w:p w:rsidR="00422A2D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cechy charakterystyczne twórczości dziecięcej, jej osob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we i środowiskowe uwarunkowania; odmiany, faktury utworów muzycznych ze względu na sposób wykonywania muzyki (solo, muzyka kameralna, symfoniczna, chóralna, wokalno-instrumentalna), podstawowe zagadnienia z z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kresu form muzycznych, podstawowe terminy notacji m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zycznej;</w:t>
            </w:r>
          </w:p>
          <w:p w:rsidR="00BD4876" w:rsidRPr="004E68E2" w:rsidRDefault="00422A2D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podstawowy repertuar muzyczny w edukacji przedszko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l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nej i wczesnoszkolnej;</w:t>
            </w:r>
          </w:p>
          <w:p w:rsidR="0085747A" w:rsidRPr="004E68E2" w:rsidRDefault="00422A2D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wybrane współczesne koncepcje i modele edukacji m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zycznej w Polsce i na świecie.</w:t>
            </w:r>
          </w:p>
        </w:tc>
        <w:tc>
          <w:tcPr>
            <w:tcW w:w="1873" w:type="dxa"/>
          </w:tcPr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12708" w:rsidRPr="004E68E2" w:rsidRDefault="004E19CE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 w:rsidRPr="004E68E2">
              <w:rPr>
                <w:rFonts w:ascii="Corbel" w:hAnsi="Corbel"/>
                <w:color w:val="000000"/>
                <w:sz w:val="24"/>
                <w:szCs w:val="24"/>
              </w:rPr>
              <w:t>Student potrafi:</w:t>
            </w:r>
          </w:p>
          <w:p w:rsidR="004E19CE" w:rsidRPr="004E68E2" w:rsidRDefault="00E12708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-wykonywać</w:t>
            </w:r>
            <w:r w:rsidR="004E19CE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proste melodie na wybranym </w:t>
            </w:r>
            <w:r w:rsidR="004E19CE" w:rsidRPr="004E68E2">
              <w:rPr>
                <w:rFonts w:ascii="Corbel" w:hAnsi="Corbel"/>
                <w:color w:val="00000A"/>
                <w:sz w:val="24"/>
                <w:szCs w:val="24"/>
              </w:rPr>
              <w:t>instrumencie lub głosem.</w:t>
            </w:r>
          </w:p>
          <w:p w:rsidR="0085747A" w:rsidRPr="004E68E2" w:rsidRDefault="004E19CE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 w:rsidRPr="004E68E2">
              <w:rPr>
                <w:rFonts w:ascii="Corbel" w:hAnsi="Corbel"/>
                <w:color w:val="000000"/>
                <w:sz w:val="24"/>
                <w:szCs w:val="24"/>
              </w:rPr>
              <w:t>-zaprojektować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przekaz muzyczny dostosowany do ok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liczności.</w:t>
            </w:r>
          </w:p>
        </w:tc>
        <w:tc>
          <w:tcPr>
            <w:tcW w:w="1873" w:type="dxa"/>
          </w:tcPr>
          <w:p w:rsidR="0085747A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  <w:p w:rsidR="0024567D" w:rsidRPr="009C54AE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755038" w:rsidRPr="009C54AE" w:rsidTr="005E6E85">
        <w:tc>
          <w:tcPr>
            <w:tcW w:w="1701" w:type="dxa"/>
          </w:tcPr>
          <w:p w:rsidR="00755038" w:rsidRPr="009C54AE" w:rsidRDefault="007550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Student jest gotów do:</w:t>
            </w:r>
          </w:p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 przekonującego działania na rzecz upowszechniania sztuk pięknych;</w:t>
            </w:r>
          </w:p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28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-i -inspirowania dzieci lub uczniów do samodzielnej lub wspólnej aktywności muzycznej;</w:t>
            </w:r>
          </w:p>
          <w:p w:rsidR="00755038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993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 krzew    -krzewienia idei wspólnego wykonawstwa muzycznego jako działania kulturotwórczego i chroniącego dziedzictwo n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rodowe.</w:t>
            </w:r>
          </w:p>
        </w:tc>
        <w:tc>
          <w:tcPr>
            <w:tcW w:w="1873" w:type="dxa"/>
          </w:tcPr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755038" w:rsidRPr="00AD4188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4188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E64A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1.Tymiczne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froniczne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4EA4">
              <w:rPr>
                <w:rFonts w:ascii="Corbel" w:hAnsi="Corbel"/>
                <w:sz w:val="24"/>
                <w:szCs w:val="24"/>
              </w:rPr>
              <w:t>aspe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="00A04EA4">
              <w:rPr>
                <w:rFonts w:ascii="Corbel" w:hAnsi="Corbel"/>
                <w:sz w:val="24"/>
                <w:szCs w:val="24"/>
              </w:rPr>
              <w:t>ty muz</w:t>
            </w:r>
            <w:r w:rsidR="00201E50">
              <w:rPr>
                <w:rFonts w:ascii="Corbel" w:hAnsi="Corbel"/>
                <w:sz w:val="24"/>
                <w:szCs w:val="24"/>
              </w:rPr>
              <w:t>yk</w:t>
            </w:r>
            <w:r w:rsidR="00A04EA4">
              <w:rPr>
                <w:rFonts w:ascii="Corbel" w:hAnsi="Corbel"/>
                <w:sz w:val="24"/>
                <w:szCs w:val="24"/>
              </w:rPr>
              <w:t>i w kontekście rozwoju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01E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2274F0">
              <w:rPr>
                <w:rFonts w:ascii="Corbel" w:hAnsi="Corbel"/>
                <w:sz w:val="24"/>
                <w:szCs w:val="24"/>
              </w:rPr>
              <w:t xml:space="preserve">Elementy polskiego </w:t>
            </w:r>
            <w:r w:rsidR="001E64AA">
              <w:rPr>
                <w:rFonts w:ascii="Corbel" w:hAnsi="Corbel"/>
                <w:sz w:val="24"/>
                <w:szCs w:val="24"/>
              </w:rPr>
              <w:t>folkloru</w:t>
            </w:r>
            <w:r w:rsidR="002274F0">
              <w:rPr>
                <w:rFonts w:ascii="Corbel" w:hAnsi="Corbel"/>
                <w:sz w:val="24"/>
                <w:szCs w:val="24"/>
              </w:rPr>
              <w:t xml:space="preserve"> muzycznego w edukacji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3.Elementy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4.Zasady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5.Formy wychowania muzycznego dzieci.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6.Sposoby organizowania twórczych i odtwórczych działań muzycznych.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7.Zabawa w muzycznej edukacji dziecka.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8.Programowanie muzycznych zajęć z dziećmi.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55A44" w:rsidP="00055A4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1.Zasady muzyki (podstawowe</w:t>
            </w:r>
            <w:r w:rsidR="00BB19F2"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B19F2" w:rsidP="000852A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2.Notacja muzyczna.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0852A7" w:rsidRDefault="000852A7" w:rsidP="00BB19F2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4.Elementy dyrygowania</w:t>
            </w:r>
            <w:r w:rsidR="0083241B"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0852A7" w:rsidRDefault="00F01ABB" w:rsidP="000852A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5.Kryteria doboru piosenek dziecięcych, tworzenie repertuaru.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6.Metoda sylabiczna nauczania wartości rytmicznych.</w:t>
            </w:r>
          </w:p>
        </w:tc>
      </w:tr>
      <w:tr w:rsidR="0083241B" w:rsidRPr="009C54AE" w:rsidTr="00923D7D">
        <w:tc>
          <w:tcPr>
            <w:tcW w:w="9639" w:type="dxa"/>
          </w:tcPr>
          <w:p w:rsidR="0083241B" w:rsidRDefault="00832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7.Formy wychowania muzycznego.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83241B" w:rsidP="001E64AA">
            <w:pPr>
              <w:pStyle w:val="Akapitzlist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01ABB">
              <w:rPr>
                <w:rFonts w:ascii="Corbel" w:hAnsi="Corbel"/>
                <w:sz w:val="24"/>
                <w:szCs w:val="24"/>
              </w:rPr>
              <w:t>.Tworzenie akompaniamentu na instrumentach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perkusyjnych  określonej i nieokreślonej w</w:t>
            </w:r>
            <w:r w:rsidR="00825726">
              <w:rPr>
                <w:rFonts w:ascii="Corbel" w:hAnsi="Corbel"/>
                <w:sz w:val="24"/>
                <w:szCs w:val="24"/>
              </w:rPr>
              <w:t>y</w:t>
            </w:r>
            <w:r w:rsidR="00825726">
              <w:rPr>
                <w:rFonts w:ascii="Corbel" w:hAnsi="Corbel"/>
                <w:sz w:val="24"/>
                <w:szCs w:val="24"/>
              </w:rPr>
              <w:t>sokości dźwięku.</w:t>
            </w:r>
          </w:p>
        </w:tc>
      </w:tr>
      <w:tr w:rsidR="00441AD0" w:rsidRPr="009C54AE" w:rsidTr="00923D7D">
        <w:tc>
          <w:tcPr>
            <w:tcW w:w="9639" w:type="dxa"/>
          </w:tcPr>
          <w:p w:rsidR="00441AD0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9.Zabawy muzyczne.</w:t>
            </w:r>
          </w:p>
        </w:tc>
      </w:tr>
      <w:tr w:rsidR="00055A44" w:rsidRPr="009C54AE" w:rsidTr="00923D7D">
        <w:tc>
          <w:tcPr>
            <w:tcW w:w="9639" w:type="dxa"/>
          </w:tcPr>
          <w:p w:rsidR="00055A44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55A44">
              <w:rPr>
                <w:rFonts w:ascii="Corbel" w:hAnsi="Corbel"/>
                <w:sz w:val="24"/>
                <w:szCs w:val="24"/>
              </w:rPr>
              <w:t>.Scenariusze zajęć muzycznych.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3241B" w:rsidRPr="001762A3" w:rsidRDefault="0083241B" w:rsidP="0083241B">
      <w:pPr>
        <w:pStyle w:val="Default"/>
        <w:jc w:val="both"/>
        <w:rPr>
          <w:rFonts w:ascii="Corbel" w:hAnsi="Corbel"/>
        </w:rPr>
      </w:pPr>
    </w:p>
    <w:p w:rsidR="0083241B" w:rsidRPr="001762A3" w:rsidRDefault="0083241B" w:rsidP="0083241B">
      <w:pPr>
        <w:pStyle w:val="Default"/>
        <w:jc w:val="both"/>
        <w:rPr>
          <w:rFonts w:ascii="Corbel" w:hAnsi="Corbel"/>
        </w:rPr>
      </w:pPr>
      <w:r w:rsidRPr="001762A3">
        <w:rPr>
          <w:rFonts w:ascii="Corbel" w:hAnsi="Corbel"/>
        </w:rPr>
        <w:t>podająca, eksponująca (pokaz), projekt praktyczny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4465D" w:rsidRDefault="00521EBF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24465D" w:rsidRDefault="008100D2" w:rsidP="002446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W</w:t>
            </w:r>
            <w:r w:rsidR="002216A7" w:rsidRPr="0024465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216A7" w:rsidRPr="0024465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4465D" w:rsidRDefault="006422CC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 xml:space="preserve">Obserwacja  w czasie zajęć, </w:t>
            </w:r>
            <w:r w:rsidR="002216A7" w:rsidRPr="0024465D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24465D" w:rsidRDefault="00CA4F11" w:rsidP="002446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465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07348" w:rsidRPr="009C54AE" w:rsidTr="00C05F44">
        <w:tc>
          <w:tcPr>
            <w:tcW w:w="1985" w:type="dxa"/>
          </w:tcPr>
          <w:p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07348" w:rsidRPr="0024465D" w:rsidRDefault="006422CC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Obserwacja w czasie zajęć, Dyskusja</w:t>
            </w:r>
          </w:p>
        </w:tc>
        <w:tc>
          <w:tcPr>
            <w:tcW w:w="2126" w:type="dxa"/>
          </w:tcPr>
          <w:p w:rsidR="00A07348" w:rsidRPr="0024465D" w:rsidRDefault="002216A7" w:rsidP="002446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465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1267A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1267A5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B3915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946B9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F082D" w:rsidRDefault="00CF082D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F082D" w:rsidRDefault="00CF082D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1B3915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57853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ADF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CF08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1.Dymara B., Dziecko w świecie muzyki, Kraków 2010.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2.Dymara</w:t>
            </w:r>
            <w:r w:rsidR="00CE269F">
              <w:rPr>
                <w:rFonts w:ascii="Corbel" w:hAnsi="Corbel"/>
                <w:b w:val="0"/>
                <w:smallCaps w:val="0"/>
                <w:szCs w:val="24"/>
              </w:rPr>
              <w:t xml:space="preserve"> B. (red.), Dziecko w świecie sztuki, Kraków 1996.</w:t>
            </w:r>
          </w:p>
          <w:p w:rsidR="00CD145B" w:rsidRPr="00CD145B" w:rsidRDefault="00CD145B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4. Malko D.,</w:t>
            </w:r>
            <w:r w:rsidR="00AD4188">
              <w:rPr>
                <w:rFonts w:ascii="Corbel" w:hAnsi="Corbel"/>
              </w:rPr>
              <w:t xml:space="preserve"> </w:t>
            </w:r>
            <w:r w:rsidRPr="00CD145B">
              <w:rPr>
                <w:rFonts w:ascii="Corbel" w:hAnsi="Corbel"/>
              </w:rPr>
              <w:t>Metodyka wychowania muzycznego w przedszkolu, Wa</w:t>
            </w:r>
            <w:r w:rsidRPr="00CD145B">
              <w:rPr>
                <w:rFonts w:ascii="Corbel" w:hAnsi="Corbel"/>
              </w:rPr>
              <w:t>r</w:t>
            </w:r>
            <w:r w:rsidRPr="00CD145B">
              <w:rPr>
                <w:rFonts w:ascii="Corbel" w:hAnsi="Corbel"/>
              </w:rPr>
              <w:t xml:space="preserve">szawa 1990. </w:t>
            </w:r>
          </w:p>
          <w:p w:rsidR="00CD145B" w:rsidRDefault="00CD145B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5.Staniek M., Konspekty zajęć rytmiczno-muzycznych dla grupy 5-6 la</w:t>
            </w:r>
            <w:r w:rsidRPr="00CD145B">
              <w:rPr>
                <w:rFonts w:ascii="Corbel" w:hAnsi="Corbel"/>
              </w:rPr>
              <w:t>t</w:t>
            </w:r>
            <w:r w:rsidRPr="00CD145B">
              <w:rPr>
                <w:rFonts w:ascii="Corbel" w:hAnsi="Corbel"/>
              </w:rPr>
              <w:t xml:space="preserve">ków na cały rok szkolny, Kraków 2006 </w:t>
            </w:r>
          </w:p>
          <w:p w:rsidR="00CD145B" w:rsidRPr="001E64AA" w:rsidRDefault="008339BD" w:rsidP="001E64AA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6.Wesołowski F., Zasady muzyki, Kraków 1980.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60C2" w:rsidRDefault="005260C2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>1.Andrychowska-Biegacz J., Gry i zabawy dla dzieci młodszych. 50 prz</w:t>
            </w:r>
            <w:r w:rsidRPr="005260C2">
              <w:rPr>
                <w:rFonts w:ascii="Corbel" w:hAnsi="Corbel"/>
              </w:rPr>
              <w:t>y</w:t>
            </w:r>
            <w:r w:rsidRPr="005260C2">
              <w:rPr>
                <w:rFonts w:ascii="Corbel" w:hAnsi="Corbel"/>
              </w:rPr>
              <w:t xml:space="preserve">kładów do praktycznego wykorzystania. Rzeszów 2000 </w:t>
            </w:r>
          </w:p>
          <w:p w:rsidR="001267A5" w:rsidRPr="00CD145B" w:rsidRDefault="001267A5" w:rsidP="001267A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Pr="00CD145B">
              <w:rPr>
                <w:rFonts w:ascii="Corbel" w:hAnsi="Corbel"/>
              </w:rPr>
              <w:t xml:space="preserve">.Klechniowska A.M., Szkoła na fortepian, PWM 2010. </w:t>
            </w:r>
          </w:p>
          <w:p w:rsidR="005260C2" w:rsidRPr="005260C2" w:rsidRDefault="001267A5" w:rsidP="00AD4188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5260C2" w:rsidRPr="005260C2">
              <w:rPr>
                <w:rFonts w:ascii="Corbel" w:hAnsi="Corbel"/>
              </w:rPr>
              <w:t>.Przychodzińska-Kociczak Maria, Zrozumieć muzykę, wyd. Nasza Ksi</w:t>
            </w:r>
            <w:r w:rsidR="005260C2" w:rsidRPr="005260C2">
              <w:rPr>
                <w:rFonts w:ascii="Corbel" w:hAnsi="Corbel"/>
              </w:rPr>
              <w:t>ę</w:t>
            </w:r>
            <w:r w:rsidR="005260C2" w:rsidRPr="005260C2">
              <w:rPr>
                <w:rFonts w:ascii="Corbel" w:hAnsi="Corbel"/>
              </w:rPr>
              <w:t xml:space="preserve">garnia, 1984. </w:t>
            </w:r>
          </w:p>
          <w:p w:rsidR="005260C2" w:rsidRDefault="001267A5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AD4188">
              <w:rPr>
                <w:rFonts w:ascii="Corbel" w:hAnsi="Corbel"/>
              </w:rPr>
              <w:t xml:space="preserve">. </w:t>
            </w:r>
            <w:proofErr w:type="spellStart"/>
            <w:r w:rsidR="00AD4188">
              <w:rPr>
                <w:rFonts w:ascii="Corbel" w:hAnsi="Corbel"/>
              </w:rPr>
              <w:t>Smoczynska</w:t>
            </w:r>
            <w:proofErr w:type="spellEnd"/>
            <w:r w:rsidR="00AD4188">
              <w:rPr>
                <w:rFonts w:ascii="Corbel" w:hAnsi="Corbel"/>
              </w:rPr>
              <w:t>-</w:t>
            </w:r>
            <w:r w:rsidR="005260C2" w:rsidRPr="005260C2">
              <w:rPr>
                <w:rFonts w:ascii="Corbel" w:hAnsi="Corbel"/>
              </w:rPr>
              <w:t xml:space="preserve"> </w:t>
            </w:r>
            <w:proofErr w:type="spellStart"/>
            <w:r w:rsidR="005260C2" w:rsidRPr="005260C2">
              <w:rPr>
                <w:rFonts w:ascii="Corbel" w:hAnsi="Corbel"/>
              </w:rPr>
              <w:t>Nachtman</w:t>
            </w:r>
            <w:proofErr w:type="spellEnd"/>
            <w:r w:rsidR="005260C2" w:rsidRPr="005260C2">
              <w:rPr>
                <w:rFonts w:ascii="Corbel" w:hAnsi="Corbel"/>
              </w:rPr>
              <w:t xml:space="preserve"> U., Rozśpiewane przedszkole, Warszawa 1988. </w:t>
            </w:r>
          </w:p>
          <w:p w:rsidR="005260C2" w:rsidRPr="001E64AA" w:rsidRDefault="00AD4188" w:rsidP="001E64A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5260C2">
              <w:rPr>
                <w:rFonts w:ascii="Corbel" w:hAnsi="Corbel"/>
              </w:rPr>
              <w:t>.Smoczyńska-Nachtman U., Muzyka dla dzieci, Warszawa 1992.</w:t>
            </w:r>
          </w:p>
        </w:tc>
      </w:tr>
    </w:tbl>
    <w:p w:rsidR="006422CC" w:rsidRDefault="006422CC" w:rsidP="006422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6422C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8F7" w:rsidRDefault="00EA38F7" w:rsidP="00C16ABF">
      <w:pPr>
        <w:spacing w:after="0" w:line="240" w:lineRule="auto"/>
      </w:pPr>
      <w:r>
        <w:separator/>
      </w:r>
    </w:p>
  </w:endnote>
  <w:endnote w:type="continuationSeparator" w:id="0">
    <w:p w:rsidR="00EA38F7" w:rsidRDefault="00EA38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8F7" w:rsidRDefault="00EA38F7" w:rsidP="00C16ABF">
      <w:pPr>
        <w:spacing w:after="0" w:line="240" w:lineRule="auto"/>
      </w:pPr>
      <w:r>
        <w:separator/>
      </w:r>
    </w:p>
  </w:footnote>
  <w:footnote w:type="continuationSeparator" w:id="0">
    <w:p w:rsidR="00EA38F7" w:rsidRDefault="00EA38F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211E"/>
    <w:rsid w:val="00012E3F"/>
    <w:rsid w:val="00015B8F"/>
    <w:rsid w:val="00022ECE"/>
    <w:rsid w:val="00041C63"/>
    <w:rsid w:val="00042A51"/>
    <w:rsid w:val="00042D2E"/>
    <w:rsid w:val="00044C82"/>
    <w:rsid w:val="00055A44"/>
    <w:rsid w:val="00056A1A"/>
    <w:rsid w:val="00064608"/>
    <w:rsid w:val="00070ED6"/>
    <w:rsid w:val="00073FE4"/>
    <w:rsid w:val="000742DC"/>
    <w:rsid w:val="00082E1B"/>
    <w:rsid w:val="00084C12"/>
    <w:rsid w:val="000852A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694"/>
    <w:rsid w:val="000E5463"/>
    <w:rsid w:val="000F04C8"/>
    <w:rsid w:val="000F1C57"/>
    <w:rsid w:val="000F5615"/>
    <w:rsid w:val="00124BFF"/>
    <w:rsid w:val="0012560E"/>
    <w:rsid w:val="001267A5"/>
    <w:rsid w:val="00127108"/>
    <w:rsid w:val="00134B13"/>
    <w:rsid w:val="00146BC0"/>
    <w:rsid w:val="001519ED"/>
    <w:rsid w:val="00153C41"/>
    <w:rsid w:val="00154381"/>
    <w:rsid w:val="00162B7E"/>
    <w:rsid w:val="001640A7"/>
    <w:rsid w:val="00164FA7"/>
    <w:rsid w:val="00166A03"/>
    <w:rsid w:val="001718A7"/>
    <w:rsid w:val="001737CF"/>
    <w:rsid w:val="00176083"/>
    <w:rsid w:val="001762A3"/>
    <w:rsid w:val="001770C7"/>
    <w:rsid w:val="00192F37"/>
    <w:rsid w:val="001A70D2"/>
    <w:rsid w:val="001B3915"/>
    <w:rsid w:val="001D657B"/>
    <w:rsid w:val="001D7B54"/>
    <w:rsid w:val="001E0209"/>
    <w:rsid w:val="001E64AA"/>
    <w:rsid w:val="001F2CA2"/>
    <w:rsid w:val="00201E50"/>
    <w:rsid w:val="0020233B"/>
    <w:rsid w:val="00203B1F"/>
    <w:rsid w:val="00205F69"/>
    <w:rsid w:val="002144C0"/>
    <w:rsid w:val="002216A7"/>
    <w:rsid w:val="0022477D"/>
    <w:rsid w:val="002274F0"/>
    <w:rsid w:val="002278A9"/>
    <w:rsid w:val="002336F9"/>
    <w:rsid w:val="0024028F"/>
    <w:rsid w:val="0024465D"/>
    <w:rsid w:val="00244ABC"/>
    <w:rsid w:val="0024567D"/>
    <w:rsid w:val="00281BFA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41E32"/>
    <w:rsid w:val="00346FE9"/>
    <w:rsid w:val="0034759A"/>
    <w:rsid w:val="003503F6"/>
    <w:rsid w:val="003523F0"/>
    <w:rsid w:val="003530DD"/>
    <w:rsid w:val="00363F78"/>
    <w:rsid w:val="003A0A5B"/>
    <w:rsid w:val="003A1176"/>
    <w:rsid w:val="003B2426"/>
    <w:rsid w:val="003B58F0"/>
    <w:rsid w:val="003C0BAE"/>
    <w:rsid w:val="003D060A"/>
    <w:rsid w:val="003D18A9"/>
    <w:rsid w:val="003D6CE2"/>
    <w:rsid w:val="003E1941"/>
    <w:rsid w:val="003E2FE6"/>
    <w:rsid w:val="003E33F9"/>
    <w:rsid w:val="003E49D5"/>
    <w:rsid w:val="003F38C0"/>
    <w:rsid w:val="00414E3C"/>
    <w:rsid w:val="0042244A"/>
    <w:rsid w:val="00422A2D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3D3C"/>
    <w:rsid w:val="0047598D"/>
    <w:rsid w:val="004840FD"/>
    <w:rsid w:val="00490F7D"/>
    <w:rsid w:val="00491678"/>
    <w:rsid w:val="004968E2"/>
    <w:rsid w:val="00496ADF"/>
    <w:rsid w:val="004A3EEA"/>
    <w:rsid w:val="004A4D1F"/>
    <w:rsid w:val="004D5282"/>
    <w:rsid w:val="004E19CE"/>
    <w:rsid w:val="004E68E2"/>
    <w:rsid w:val="004F1551"/>
    <w:rsid w:val="004F55A3"/>
    <w:rsid w:val="0050496F"/>
    <w:rsid w:val="00513B6F"/>
    <w:rsid w:val="00517C63"/>
    <w:rsid w:val="00521EBF"/>
    <w:rsid w:val="005260C2"/>
    <w:rsid w:val="00526C94"/>
    <w:rsid w:val="005363C4"/>
    <w:rsid w:val="00536BDE"/>
    <w:rsid w:val="00543ACC"/>
    <w:rsid w:val="0056696D"/>
    <w:rsid w:val="00573EF9"/>
    <w:rsid w:val="005819B5"/>
    <w:rsid w:val="0059484D"/>
    <w:rsid w:val="005A0396"/>
    <w:rsid w:val="005A0855"/>
    <w:rsid w:val="005A3196"/>
    <w:rsid w:val="005C080F"/>
    <w:rsid w:val="005C55E5"/>
    <w:rsid w:val="005C696A"/>
    <w:rsid w:val="005E6E85"/>
    <w:rsid w:val="005E76F3"/>
    <w:rsid w:val="005F31D2"/>
    <w:rsid w:val="005F67C3"/>
    <w:rsid w:val="0061029B"/>
    <w:rsid w:val="00617230"/>
    <w:rsid w:val="00621CE1"/>
    <w:rsid w:val="00622D9E"/>
    <w:rsid w:val="00627FC9"/>
    <w:rsid w:val="006422CC"/>
    <w:rsid w:val="00647FA8"/>
    <w:rsid w:val="00650C5F"/>
    <w:rsid w:val="00654934"/>
    <w:rsid w:val="006620D9"/>
    <w:rsid w:val="00663AAB"/>
    <w:rsid w:val="00671958"/>
    <w:rsid w:val="00675843"/>
    <w:rsid w:val="00696477"/>
    <w:rsid w:val="006A6CC4"/>
    <w:rsid w:val="006D050F"/>
    <w:rsid w:val="006D6139"/>
    <w:rsid w:val="006E5D65"/>
    <w:rsid w:val="006F1282"/>
    <w:rsid w:val="006F1FBC"/>
    <w:rsid w:val="006F31E2"/>
    <w:rsid w:val="00706544"/>
    <w:rsid w:val="007072BA"/>
    <w:rsid w:val="00707895"/>
    <w:rsid w:val="0071620A"/>
    <w:rsid w:val="00724172"/>
    <w:rsid w:val="00724677"/>
    <w:rsid w:val="00725459"/>
    <w:rsid w:val="007327BD"/>
    <w:rsid w:val="00734608"/>
    <w:rsid w:val="00745302"/>
    <w:rsid w:val="007461D6"/>
    <w:rsid w:val="00746EC8"/>
    <w:rsid w:val="00755038"/>
    <w:rsid w:val="007618F3"/>
    <w:rsid w:val="00763BF1"/>
    <w:rsid w:val="00766FD4"/>
    <w:rsid w:val="0078168C"/>
    <w:rsid w:val="0078775F"/>
    <w:rsid w:val="00787C2A"/>
    <w:rsid w:val="00790E27"/>
    <w:rsid w:val="007A4022"/>
    <w:rsid w:val="007A48BE"/>
    <w:rsid w:val="007A6E6E"/>
    <w:rsid w:val="007C0C28"/>
    <w:rsid w:val="007C3299"/>
    <w:rsid w:val="007C3BCC"/>
    <w:rsid w:val="007C4546"/>
    <w:rsid w:val="007D6E56"/>
    <w:rsid w:val="007F1652"/>
    <w:rsid w:val="007F4155"/>
    <w:rsid w:val="008100D2"/>
    <w:rsid w:val="0081554D"/>
    <w:rsid w:val="0081707E"/>
    <w:rsid w:val="00825726"/>
    <w:rsid w:val="0083241B"/>
    <w:rsid w:val="008339BD"/>
    <w:rsid w:val="008449B3"/>
    <w:rsid w:val="008476AE"/>
    <w:rsid w:val="0085747A"/>
    <w:rsid w:val="008811BA"/>
    <w:rsid w:val="00884922"/>
    <w:rsid w:val="00885F64"/>
    <w:rsid w:val="008917F9"/>
    <w:rsid w:val="00894F87"/>
    <w:rsid w:val="008A45F7"/>
    <w:rsid w:val="008C0CC0"/>
    <w:rsid w:val="008C19A9"/>
    <w:rsid w:val="008C1CFE"/>
    <w:rsid w:val="008C379D"/>
    <w:rsid w:val="008C5147"/>
    <w:rsid w:val="008C5359"/>
    <w:rsid w:val="008C5363"/>
    <w:rsid w:val="008D3DFB"/>
    <w:rsid w:val="008D4088"/>
    <w:rsid w:val="008E64F4"/>
    <w:rsid w:val="008F0F95"/>
    <w:rsid w:val="008F12C9"/>
    <w:rsid w:val="008F6E29"/>
    <w:rsid w:val="00900D72"/>
    <w:rsid w:val="00916188"/>
    <w:rsid w:val="00923D7D"/>
    <w:rsid w:val="00926026"/>
    <w:rsid w:val="009508DF"/>
    <w:rsid w:val="00950DAC"/>
    <w:rsid w:val="00954A07"/>
    <w:rsid w:val="00955DA9"/>
    <w:rsid w:val="00960C7E"/>
    <w:rsid w:val="0096489A"/>
    <w:rsid w:val="00986535"/>
    <w:rsid w:val="009923FD"/>
    <w:rsid w:val="00994FA2"/>
    <w:rsid w:val="00997F14"/>
    <w:rsid w:val="009A78D9"/>
    <w:rsid w:val="009B5D6F"/>
    <w:rsid w:val="009C1331"/>
    <w:rsid w:val="009C3E31"/>
    <w:rsid w:val="009C54AE"/>
    <w:rsid w:val="009C788E"/>
    <w:rsid w:val="009E3B41"/>
    <w:rsid w:val="009F3C5C"/>
    <w:rsid w:val="009F4610"/>
    <w:rsid w:val="00A00ECC"/>
    <w:rsid w:val="00A04EA4"/>
    <w:rsid w:val="00A07348"/>
    <w:rsid w:val="00A155EE"/>
    <w:rsid w:val="00A1719A"/>
    <w:rsid w:val="00A2245B"/>
    <w:rsid w:val="00A24C56"/>
    <w:rsid w:val="00A24CDE"/>
    <w:rsid w:val="00A27F9F"/>
    <w:rsid w:val="00A30110"/>
    <w:rsid w:val="00A36899"/>
    <w:rsid w:val="00A369A5"/>
    <w:rsid w:val="00A371F6"/>
    <w:rsid w:val="00A43BC2"/>
    <w:rsid w:val="00A43BF6"/>
    <w:rsid w:val="00A53FA5"/>
    <w:rsid w:val="00A54817"/>
    <w:rsid w:val="00A601C8"/>
    <w:rsid w:val="00A60799"/>
    <w:rsid w:val="00A84C85"/>
    <w:rsid w:val="00A90060"/>
    <w:rsid w:val="00A90EE5"/>
    <w:rsid w:val="00A97DE1"/>
    <w:rsid w:val="00AB053C"/>
    <w:rsid w:val="00AB0EFB"/>
    <w:rsid w:val="00AB24F6"/>
    <w:rsid w:val="00AB76C9"/>
    <w:rsid w:val="00AD1146"/>
    <w:rsid w:val="00AD27D3"/>
    <w:rsid w:val="00AD4188"/>
    <w:rsid w:val="00AD66D6"/>
    <w:rsid w:val="00AE1160"/>
    <w:rsid w:val="00AE203C"/>
    <w:rsid w:val="00AE2E74"/>
    <w:rsid w:val="00AE5FCB"/>
    <w:rsid w:val="00AF2C1E"/>
    <w:rsid w:val="00B06142"/>
    <w:rsid w:val="00B13122"/>
    <w:rsid w:val="00B135B1"/>
    <w:rsid w:val="00B30DF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6B9"/>
    <w:rsid w:val="00BB19F2"/>
    <w:rsid w:val="00BB520A"/>
    <w:rsid w:val="00BD3869"/>
    <w:rsid w:val="00BD4876"/>
    <w:rsid w:val="00BD66E9"/>
    <w:rsid w:val="00BD6FF4"/>
    <w:rsid w:val="00BE62EF"/>
    <w:rsid w:val="00BE767D"/>
    <w:rsid w:val="00BF27E5"/>
    <w:rsid w:val="00BF2C41"/>
    <w:rsid w:val="00BF40E2"/>
    <w:rsid w:val="00C053C4"/>
    <w:rsid w:val="00C058B4"/>
    <w:rsid w:val="00C05F44"/>
    <w:rsid w:val="00C061AE"/>
    <w:rsid w:val="00C131B5"/>
    <w:rsid w:val="00C16ABF"/>
    <w:rsid w:val="00C170AE"/>
    <w:rsid w:val="00C2500B"/>
    <w:rsid w:val="00C26CB7"/>
    <w:rsid w:val="00C324C1"/>
    <w:rsid w:val="00C36992"/>
    <w:rsid w:val="00C41C25"/>
    <w:rsid w:val="00C56036"/>
    <w:rsid w:val="00C57853"/>
    <w:rsid w:val="00C61DC5"/>
    <w:rsid w:val="00C64852"/>
    <w:rsid w:val="00C67E92"/>
    <w:rsid w:val="00C70A26"/>
    <w:rsid w:val="00C7340E"/>
    <w:rsid w:val="00C766DF"/>
    <w:rsid w:val="00C871E3"/>
    <w:rsid w:val="00C8739E"/>
    <w:rsid w:val="00C94B98"/>
    <w:rsid w:val="00CA2B96"/>
    <w:rsid w:val="00CA4F11"/>
    <w:rsid w:val="00CA5089"/>
    <w:rsid w:val="00CB42CB"/>
    <w:rsid w:val="00CD145B"/>
    <w:rsid w:val="00CD2786"/>
    <w:rsid w:val="00CD2D3E"/>
    <w:rsid w:val="00CD6897"/>
    <w:rsid w:val="00CD752E"/>
    <w:rsid w:val="00CE269F"/>
    <w:rsid w:val="00CE5BAC"/>
    <w:rsid w:val="00CF082D"/>
    <w:rsid w:val="00CF25BE"/>
    <w:rsid w:val="00CF47EB"/>
    <w:rsid w:val="00CF78ED"/>
    <w:rsid w:val="00D02B25"/>
    <w:rsid w:val="00D02EBA"/>
    <w:rsid w:val="00D07D82"/>
    <w:rsid w:val="00D106C6"/>
    <w:rsid w:val="00D15644"/>
    <w:rsid w:val="00D17C3C"/>
    <w:rsid w:val="00D26B2C"/>
    <w:rsid w:val="00D352C9"/>
    <w:rsid w:val="00D425B2"/>
    <w:rsid w:val="00D428D6"/>
    <w:rsid w:val="00D552B2"/>
    <w:rsid w:val="00D608D1"/>
    <w:rsid w:val="00D64AB7"/>
    <w:rsid w:val="00D74119"/>
    <w:rsid w:val="00D8075B"/>
    <w:rsid w:val="00D8678B"/>
    <w:rsid w:val="00DA2114"/>
    <w:rsid w:val="00DD3E18"/>
    <w:rsid w:val="00DE09C0"/>
    <w:rsid w:val="00DE2F01"/>
    <w:rsid w:val="00DE4A14"/>
    <w:rsid w:val="00DF320D"/>
    <w:rsid w:val="00DF71C8"/>
    <w:rsid w:val="00E12708"/>
    <w:rsid w:val="00E129B8"/>
    <w:rsid w:val="00E21E7D"/>
    <w:rsid w:val="00E22FBC"/>
    <w:rsid w:val="00E24BF5"/>
    <w:rsid w:val="00E25338"/>
    <w:rsid w:val="00E51E44"/>
    <w:rsid w:val="00E60951"/>
    <w:rsid w:val="00E63348"/>
    <w:rsid w:val="00E6541E"/>
    <w:rsid w:val="00E77E88"/>
    <w:rsid w:val="00E8107D"/>
    <w:rsid w:val="00E849AD"/>
    <w:rsid w:val="00E8762F"/>
    <w:rsid w:val="00E960BB"/>
    <w:rsid w:val="00EA2074"/>
    <w:rsid w:val="00EA38F7"/>
    <w:rsid w:val="00EA4832"/>
    <w:rsid w:val="00EA4E9D"/>
    <w:rsid w:val="00EC4899"/>
    <w:rsid w:val="00EC78CB"/>
    <w:rsid w:val="00ED03AB"/>
    <w:rsid w:val="00ED32D2"/>
    <w:rsid w:val="00EE259C"/>
    <w:rsid w:val="00EE32DE"/>
    <w:rsid w:val="00EE5457"/>
    <w:rsid w:val="00EE57E9"/>
    <w:rsid w:val="00EF70A0"/>
    <w:rsid w:val="00F01ABB"/>
    <w:rsid w:val="00F070AB"/>
    <w:rsid w:val="00F17567"/>
    <w:rsid w:val="00F27A7B"/>
    <w:rsid w:val="00F44AAC"/>
    <w:rsid w:val="00F51003"/>
    <w:rsid w:val="00F526AF"/>
    <w:rsid w:val="00F617C3"/>
    <w:rsid w:val="00F7066B"/>
    <w:rsid w:val="00F80A6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5CA95-B96E-44C2-A0BF-09F2A34ED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2019-10-31T12:42:00Z</dcterms:created>
  <dcterms:modified xsi:type="dcterms:W3CDTF">2021-09-28T06:48:00Z</dcterms:modified>
</cp:coreProperties>
</file>